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5E8" w:rsidRPr="003837CD" w:rsidRDefault="000F75E8" w:rsidP="005D3EA8">
      <w:pPr>
        <w:jc w:val="center"/>
        <w:rPr>
          <w:b/>
          <w:sz w:val="28"/>
          <w:szCs w:val="28"/>
        </w:rPr>
      </w:pPr>
      <w:r w:rsidRPr="003837CD">
        <w:rPr>
          <w:b/>
          <w:sz w:val="28"/>
          <w:szCs w:val="28"/>
        </w:rPr>
        <w:t>Закон Ульяновской области</w:t>
      </w:r>
    </w:p>
    <w:p w:rsidR="000F75E8" w:rsidRDefault="000F75E8" w:rsidP="005D3EA8">
      <w:pPr>
        <w:jc w:val="center"/>
        <w:rPr>
          <w:b/>
          <w:sz w:val="28"/>
          <w:szCs w:val="28"/>
          <w:lang w:val="en-US"/>
        </w:rPr>
      </w:pPr>
    </w:p>
    <w:p w:rsidR="000F75E8" w:rsidRDefault="000F75E8" w:rsidP="005D3EA8">
      <w:pPr>
        <w:jc w:val="center"/>
        <w:rPr>
          <w:b/>
          <w:sz w:val="28"/>
          <w:szCs w:val="28"/>
          <w:lang w:val="en-US"/>
        </w:rPr>
      </w:pPr>
    </w:p>
    <w:p w:rsidR="000F75E8" w:rsidRDefault="000F75E8" w:rsidP="005D3EA8">
      <w:pPr>
        <w:jc w:val="center"/>
        <w:rPr>
          <w:b/>
          <w:sz w:val="28"/>
          <w:szCs w:val="28"/>
          <w:lang w:val="en-US"/>
        </w:rPr>
      </w:pPr>
    </w:p>
    <w:p w:rsidR="000F75E8" w:rsidRDefault="000F75E8" w:rsidP="005D3EA8">
      <w:pPr>
        <w:jc w:val="center"/>
        <w:rPr>
          <w:b/>
          <w:sz w:val="28"/>
          <w:szCs w:val="28"/>
          <w:lang w:val="en-US"/>
        </w:rPr>
      </w:pPr>
    </w:p>
    <w:p w:rsidR="000F75E8" w:rsidRDefault="000F75E8" w:rsidP="005D3EA8">
      <w:pPr>
        <w:jc w:val="center"/>
        <w:rPr>
          <w:b/>
          <w:sz w:val="28"/>
          <w:szCs w:val="28"/>
        </w:rPr>
      </w:pPr>
      <w:r w:rsidRPr="00055CA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Закон Ульяновской области </w:t>
      </w:r>
    </w:p>
    <w:p w:rsidR="000F75E8" w:rsidRPr="00055CAB" w:rsidRDefault="000F75E8" w:rsidP="005D3EA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055CAB">
        <w:rPr>
          <w:b/>
          <w:sz w:val="28"/>
          <w:szCs w:val="28"/>
        </w:rPr>
        <w:t>Об утверждении Программы социально-экономического развития Ульяновской области на 2013-2015 годы</w:t>
      </w:r>
      <w:r>
        <w:rPr>
          <w:b/>
          <w:sz w:val="28"/>
          <w:szCs w:val="28"/>
        </w:rPr>
        <w:t>»</w:t>
      </w:r>
    </w:p>
    <w:p w:rsidR="000F75E8" w:rsidRDefault="000F75E8" w:rsidP="00B079B7">
      <w:pPr>
        <w:jc w:val="center"/>
        <w:rPr>
          <w:b/>
          <w:sz w:val="32"/>
          <w:szCs w:val="32"/>
        </w:rPr>
      </w:pPr>
    </w:p>
    <w:p w:rsidR="000F75E8" w:rsidRPr="00C66F64" w:rsidRDefault="000F75E8" w:rsidP="00B079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5E8" w:rsidRPr="00C66F64" w:rsidRDefault="000F75E8" w:rsidP="00B079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5E8" w:rsidRPr="00C90669" w:rsidRDefault="000F75E8" w:rsidP="00C90669">
      <w:pPr>
        <w:autoSpaceDE w:val="0"/>
        <w:autoSpaceDN w:val="0"/>
        <w:adjustRightInd w:val="0"/>
        <w:jc w:val="center"/>
      </w:pPr>
      <w:r>
        <w:t>Принят Законодательным Собранием Ульяновской области 30 апреля 2015 года</w:t>
      </w:r>
    </w:p>
    <w:p w:rsidR="000F75E8" w:rsidRDefault="000F75E8" w:rsidP="00C90669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F75E8" w:rsidRDefault="000F75E8" w:rsidP="00B079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5E8" w:rsidRPr="00C66F64" w:rsidRDefault="000F75E8" w:rsidP="00B079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5E8" w:rsidRPr="00C66F64" w:rsidRDefault="000F75E8" w:rsidP="00B079B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5E8" w:rsidRDefault="000F75E8" w:rsidP="006E7881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 w:rsidRPr="007103BE">
        <w:rPr>
          <w:sz w:val="28"/>
          <w:szCs w:val="28"/>
        </w:rPr>
        <w:t>Внести в Программ</w:t>
      </w:r>
      <w:r>
        <w:rPr>
          <w:sz w:val="28"/>
          <w:szCs w:val="28"/>
        </w:rPr>
        <w:t>у</w:t>
      </w:r>
      <w:r w:rsidRPr="007103BE">
        <w:rPr>
          <w:sz w:val="28"/>
          <w:szCs w:val="28"/>
        </w:rPr>
        <w:t xml:space="preserve"> социально-экономического развития Ульяновской области на 2013-2015 годы</w:t>
      </w:r>
      <w:r>
        <w:rPr>
          <w:sz w:val="28"/>
          <w:szCs w:val="28"/>
        </w:rPr>
        <w:t>, утверждённую Законом Ульяновской области</w:t>
      </w:r>
      <w:r w:rsidRPr="003D2D19">
        <w:rPr>
          <w:sz w:val="28"/>
          <w:szCs w:val="28"/>
        </w:rPr>
        <w:br/>
      </w:r>
      <w:r>
        <w:rPr>
          <w:sz w:val="28"/>
          <w:szCs w:val="28"/>
        </w:rPr>
        <w:t xml:space="preserve">от 2 декабря 2013 года № 220-ЗО «Об утверждении </w:t>
      </w:r>
      <w:r w:rsidRPr="007103BE">
        <w:rPr>
          <w:sz w:val="28"/>
          <w:szCs w:val="28"/>
        </w:rPr>
        <w:t>Программ</w:t>
      </w:r>
      <w:r>
        <w:rPr>
          <w:sz w:val="28"/>
          <w:szCs w:val="28"/>
        </w:rPr>
        <w:t>ы</w:t>
      </w:r>
      <w:r w:rsidRPr="007103BE">
        <w:rPr>
          <w:sz w:val="28"/>
          <w:szCs w:val="28"/>
        </w:rPr>
        <w:t xml:space="preserve"> социально-экономического развития Ульяновской области на 2013-2015 годы</w:t>
      </w:r>
      <w:r>
        <w:rPr>
          <w:sz w:val="28"/>
          <w:szCs w:val="28"/>
        </w:rPr>
        <w:t>» («Ульяновская правда» от 09.12.2013 № 160-161; от 11.03.2014 № 34;</w:t>
      </w:r>
      <w:r w:rsidRPr="003D2D19">
        <w:rPr>
          <w:sz w:val="28"/>
          <w:szCs w:val="28"/>
        </w:rPr>
        <w:br/>
      </w:r>
      <w:r>
        <w:rPr>
          <w:sz w:val="28"/>
          <w:szCs w:val="28"/>
        </w:rPr>
        <w:t>от 09.06.2014 № 82-83), следующие изменения:</w:t>
      </w:r>
    </w:p>
    <w:p w:rsidR="000F75E8" w:rsidRDefault="000F75E8" w:rsidP="006E7881">
      <w:pPr>
        <w:widowControl w:val="0"/>
        <w:suppressAutoHyphens/>
        <w:spacing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абзаце третьем подраздела «Газификация в Ульяновской области» подраздела 3.3.1.4 подраздела 3.3.1 подраздела 3.3 раздела 3 слова «Развитие жилищно-коммунального хозяйства в Ульяновской области» заменить словами «Развитие жилищно-коммунального хозяйства и повышение энергетической эффективности в Ульяновской области»;</w:t>
      </w:r>
    </w:p>
    <w:p w:rsidR="000F75E8" w:rsidRDefault="000F75E8" w:rsidP="006E7881">
      <w:pPr>
        <w:widowControl w:val="0"/>
        <w:suppressAutoHyphens/>
        <w:spacing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приложении 1:</w:t>
      </w:r>
    </w:p>
    <w:p w:rsidR="000F75E8" w:rsidRDefault="000F75E8" w:rsidP="006E7881">
      <w:pPr>
        <w:widowControl w:val="0"/>
        <w:suppressAutoHyphens/>
        <w:spacing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графе 3 строк 1.6 и 1.7 слова «</w:t>
      </w:r>
      <w:r w:rsidRPr="003D2AC4">
        <w:rPr>
          <w:sz w:val="28"/>
          <w:szCs w:val="28"/>
        </w:rPr>
        <w:t>на 2014-2018 годы</w:t>
      </w:r>
      <w:r>
        <w:rPr>
          <w:sz w:val="28"/>
          <w:szCs w:val="28"/>
        </w:rPr>
        <w:t>» заменить словами</w:t>
      </w:r>
      <w:r w:rsidRPr="003D2D19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3D2AC4">
        <w:rPr>
          <w:sz w:val="28"/>
          <w:szCs w:val="28"/>
        </w:rPr>
        <w:t>на 2014-201</w:t>
      </w:r>
      <w:r>
        <w:rPr>
          <w:sz w:val="28"/>
          <w:szCs w:val="28"/>
        </w:rPr>
        <w:t>9</w:t>
      </w:r>
      <w:r w:rsidRPr="003D2AC4">
        <w:rPr>
          <w:sz w:val="28"/>
          <w:szCs w:val="28"/>
        </w:rPr>
        <w:t xml:space="preserve"> годы</w:t>
      </w:r>
      <w:r>
        <w:rPr>
          <w:sz w:val="28"/>
          <w:szCs w:val="28"/>
        </w:rPr>
        <w:t>»;</w:t>
      </w:r>
    </w:p>
    <w:p w:rsidR="000F75E8" w:rsidRDefault="000F75E8" w:rsidP="006E7881">
      <w:pPr>
        <w:widowControl w:val="0"/>
        <w:suppressAutoHyphens/>
        <w:spacing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графе 3 строки 3.1 слова «Развитие жилищно-коммунального хозяйства в Ульяновской области» заменить словами «Развитие жилищно-коммунального хозяйства и повышение энергетической эффективности в Ульяновской области»;</w:t>
      </w:r>
    </w:p>
    <w:p w:rsidR="000F75E8" w:rsidRDefault="000F75E8" w:rsidP="006E7881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строке 3.3:</w:t>
      </w:r>
    </w:p>
    <w:p w:rsidR="000F75E8" w:rsidRDefault="000F75E8" w:rsidP="006E7881">
      <w:pPr>
        <w:autoSpaceDE w:val="0"/>
        <w:autoSpaceDN w:val="0"/>
        <w:adjustRightInd w:val="0"/>
        <w:spacing w:line="37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подстроке 2:</w:t>
      </w:r>
    </w:p>
    <w:p w:rsidR="000F75E8" w:rsidRDefault="000F75E8" w:rsidP="003D2D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3 изложить в следующей редакции:</w:t>
      </w:r>
    </w:p>
    <w:p w:rsidR="000F75E8" w:rsidRDefault="000F75E8" w:rsidP="003D2D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Обеспечение реконструкции газораспределительной станции ГРС-38</w:t>
      </w:r>
      <w:r w:rsidRPr="003D2D19">
        <w:rPr>
          <w:sz w:val="28"/>
          <w:szCs w:val="28"/>
        </w:rPr>
        <w:br/>
      </w:r>
      <w:r>
        <w:rPr>
          <w:sz w:val="28"/>
          <w:szCs w:val="28"/>
        </w:rPr>
        <w:t>и строительства газопровода высокого давления от ГРС-38А до существующей ГРС-38 в целях газоснабжения резидентов промышленной зоны «Заволжье»</w:t>
      </w:r>
      <w:r w:rsidRPr="003D2D19">
        <w:rPr>
          <w:sz w:val="28"/>
          <w:szCs w:val="28"/>
        </w:rPr>
        <w:br/>
      </w:r>
      <w:r>
        <w:rPr>
          <w:sz w:val="28"/>
          <w:szCs w:val="28"/>
        </w:rPr>
        <w:t>и портовой особой экономической зоны»;</w:t>
      </w:r>
    </w:p>
    <w:p w:rsidR="000F75E8" w:rsidRDefault="000F75E8" w:rsidP="003D2D19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5 слова «2013-2014 годы» заменить словами «2014-2015 годы»;</w:t>
      </w:r>
    </w:p>
    <w:p w:rsidR="000F75E8" w:rsidRDefault="000F75E8" w:rsidP="003D2D19">
      <w:pPr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подстроки 6-8,10,13 и 14 исключить;</w:t>
      </w:r>
    </w:p>
    <w:p w:rsidR="000F75E8" w:rsidRDefault="000F75E8" w:rsidP="003D2D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подстроке 1 строки 8.3:</w:t>
      </w:r>
    </w:p>
    <w:p w:rsidR="000F75E8" w:rsidRDefault="000F75E8" w:rsidP="003D2D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графу 3 изложить в следующей редакции: </w:t>
      </w:r>
    </w:p>
    <w:p w:rsidR="000F75E8" w:rsidRDefault="000F75E8" w:rsidP="003D2D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«1.</w:t>
      </w:r>
      <w:r>
        <w:rPr>
          <w:sz w:val="28"/>
          <w:szCs w:val="28"/>
          <w:lang w:val="en-US"/>
        </w:rPr>
        <w:t> </w:t>
      </w:r>
      <w:r w:rsidRPr="009D5932">
        <w:rPr>
          <w:sz w:val="28"/>
          <w:szCs w:val="28"/>
        </w:rPr>
        <w:t>Ежегодное профессиональное обучение и дополнительное профес</w:t>
      </w:r>
      <w:r w:rsidRPr="00C66F64">
        <w:rPr>
          <w:sz w:val="28"/>
          <w:szCs w:val="28"/>
        </w:rPr>
        <w:t>-</w:t>
      </w:r>
      <w:r w:rsidRPr="009D5932">
        <w:rPr>
          <w:sz w:val="28"/>
          <w:szCs w:val="28"/>
        </w:rPr>
        <w:t>сиональное образование 300 женщин в период отпуска по уходу</w:t>
      </w:r>
      <w:r w:rsidRPr="003D2D19">
        <w:rPr>
          <w:sz w:val="28"/>
          <w:szCs w:val="28"/>
        </w:rPr>
        <w:br/>
      </w:r>
      <w:r w:rsidRPr="009D5932">
        <w:rPr>
          <w:sz w:val="28"/>
          <w:szCs w:val="28"/>
        </w:rPr>
        <w:t xml:space="preserve">за ребёнком до достижения им возраста трёх лет в рамках реализации </w:t>
      </w:r>
      <w:r>
        <w:rPr>
          <w:sz w:val="28"/>
          <w:szCs w:val="28"/>
        </w:rPr>
        <w:t>государственной программы Ульяновской области «Социальная поддержка</w:t>
      </w:r>
      <w:r w:rsidRPr="003D2D19">
        <w:rPr>
          <w:sz w:val="28"/>
          <w:szCs w:val="28"/>
        </w:rPr>
        <w:br/>
      </w:r>
      <w:r>
        <w:rPr>
          <w:sz w:val="28"/>
          <w:szCs w:val="28"/>
        </w:rPr>
        <w:t>и защита населения Ульяновской области» на 2014-2018 годы»;</w:t>
      </w:r>
    </w:p>
    <w:p w:rsidR="000F75E8" w:rsidRDefault="000F75E8" w:rsidP="003D2D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5 слова «2013-2014 годы» заменить словами «2014-2015 годы»;</w:t>
      </w:r>
    </w:p>
    <w:p w:rsidR="000F75E8" w:rsidRDefault="000F75E8" w:rsidP="003D2D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подстроке 2 строки 8.4:</w:t>
      </w:r>
    </w:p>
    <w:p w:rsidR="000F75E8" w:rsidRDefault="000F75E8" w:rsidP="003D2D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3 слова «</w:t>
      </w:r>
      <w:r w:rsidRPr="00AE55C8">
        <w:rPr>
          <w:sz w:val="28"/>
          <w:szCs w:val="28"/>
        </w:rPr>
        <w:t>ведомственной целевой программы содействия занятости населения Ульяновской области</w:t>
      </w:r>
      <w:r>
        <w:rPr>
          <w:sz w:val="28"/>
          <w:szCs w:val="28"/>
        </w:rPr>
        <w:t>» заменить словами «государственной программы Ульяновской области «Социальная поддержка и защита населения Ульяновской области» на 2014-2018 годы»;</w:t>
      </w:r>
    </w:p>
    <w:p w:rsidR="000F75E8" w:rsidRDefault="000F75E8" w:rsidP="003D2D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5 слова «2013 год» заменить словами «2014-2015 годы»;</w:t>
      </w:r>
    </w:p>
    <w:p w:rsidR="000F75E8" w:rsidRDefault="000F75E8" w:rsidP="003D2D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в подстроке 1 строки 8.5:</w:t>
      </w:r>
    </w:p>
    <w:p w:rsidR="000F75E8" w:rsidRDefault="000F75E8" w:rsidP="003D2D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3 изложить в следующей редакции:</w:t>
      </w:r>
    </w:p>
    <w:p w:rsidR="000F75E8" w:rsidRDefault="000F75E8" w:rsidP="003D2D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«1.</w:t>
      </w:r>
      <w:r>
        <w:rPr>
          <w:sz w:val="28"/>
          <w:szCs w:val="28"/>
          <w:lang w:val="en-US"/>
        </w:rPr>
        <w:t> </w:t>
      </w:r>
      <w:r w:rsidRPr="00AE55C8">
        <w:rPr>
          <w:sz w:val="28"/>
          <w:szCs w:val="28"/>
        </w:rPr>
        <w:t>Реализация</w:t>
      </w:r>
      <w:r>
        <w:rPr>
          <w:sz w:val="28"/>
          <w:szCs w:val="28"/>
        </w:rPr>
        <w:t xml:space="preserve"> государственной программы Ульяновской области</w:t>
      </w:r>
      <w:r w:rsidRPr="00C66F64">
        <w:rPr>
          <w:sz w:val="28"/>
          <w:szCs w:val="28"/>
        </w:rPr>
        <w:t xml:space="preserve"> </w:t>
      </w:r>
      <w:r>
        <w:rPr>
          <w:sz w:val="28"/>
          <w:szCs w:val="28"/>
        </w:rPr>
        <w:t>«Социальная поддержка и защита населения Ульяновской области»</w:t>
      </w:r>
      <w:r w:rsidRPr="003D2D19">
        <w:rPr>
          <w:sz w:val="28"/>
          <w:szCs w:val="28"/>
        </w:rPr>
        <w:br/>
      </w:r>
      <w:r>
        <w:rPr>
          <w:sz w:val="28"/>
          <w:szCs w:val="28"/>
        </w:rPr>
        <w:t>на 2014-2018 годы»;</w:t>
      </w:r>
    </w:p>
    <w:p w:rsidR="000F75E8" w:rsidRDefault="000F75E8" w:rsidP="003D2D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5 слова «2013-2015 годы» заменить словами «2014-2015 годы»;</w:t>
      </w:r>
    </w:p>
    <w:p w:rsidR="000F75E8" w:rsidRDefault="000F75E8" w:rsidP="003D2D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в строке 9.2:</w:t>
      </w:r>
    </w:p>
    <w:p w:rsidR="000F75E8" w:rsidRDefault="000F75E8" w:rsidP="003D2D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подстроке 1:</w:t>
      </w:r>
    </w:p>
    <w:p w:rsidR="000F75E8" w:rsidRPr="00223BB2" w:rsidRDefault="000F75E8" w:rsidP="003D2D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3 изложить в следующей редакции</w:t>
      </w:r>
      <w:r w:rsidRPr="00223BB2">
        <w:rPr>
          <w:sz w:val="28"/>
          <w:szCs w:val="28"/>
        </w:rPr>
        <w:t>:</w:t>
      </w:r>
    </w:p>
    <w:p w:rsidR="000F75E8" w:rsidRDefault="000F75E8" w:rsidP="003D2D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AE55C8">
        <w:rPr>
          <w:sz w:val="28"/>
          <w:szCs w:val="28"/>
        </w:rPr>
        <w:t>Реализация</w:t>
      </w:r>
      <w:r>
        <w:rPr>
          <w:sz w:val="28"/>
          <w:szCs w:val="28"/>
        </w:rPr>
        <w:t xml:space="preserve"> государственной программы Ульяновской области «Развитие информационного общества и электронного Правительства в Ульяновской области» на 2015-2020 годы»;</w:t>
      </w:r>
    </w:p>
    <w:p w:rsidR="000F75E8" w:rsidRDefault="000F75E8" w:rsidP="003D2D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5 слова «2013-2015 годы» заменить словами «2015 год»;</w:t>
      </w:r>
    </w:p>
    <w:p w:rsidR="000F75E8" w:rsidRPr="00595F52" w:rsidRDefault="000F75E8" w:rsidP="003D2D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подстроки 2-5 исключить;</w:t>
      </w:r>
    </w:p>
    <w:p w:rsidR="000F75E8" w:rsidRDefault="000F75E8" w:rsidP="003D2D1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з) в графе 2 строки 10.6 слова «</w:t>
      </w:r>
      <w:r w:rsidRPr="009A3A4D">
        <w:rPr>
          <w:sz w:val="28"/>
          <w:szCs w:val="28"/>
        </w:rPr>
        <w:t>распоряжением Правительства Российской Федерации от 24 декабря 2012 года № 2511-р</w:t>
      </w:r>
      <w:r>
        <w:rPr>
          <w:sz w:val="28"/>
          <w:szCs w:val="28"/>
        </w:rPr>
        <w:t xml:space="preserve">» заменить словами «постановлением Правительства </w:t>
      </w:r>
      <w:r w:rsidRPr="009A3A4D">
        <w:rPr>
          <w:sz w:val="28"/>
          <w:szCs w:val="28"/>
        </w:rPr>
        <w:t xml:space="preserve">Российской Федерации от </w:t>
      </w:r>
      <w:r>
        <w:rPr>
          <w:sz w:val="28"/>
          <w:szCs w:val="28"/>
        </w:rPr>
        <w:t>15</w:t>
      </w:r>
      <w:r w:rsidRPr="009A3A4D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Pr="009A3A4D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9A3A4D">
        <w:rPr>
          <w:sz w:val="28"/>
          <w:szCs w:val="28"/>
        </w:rPr>
        <w:t xml:space="preserve"> года</w:t>
      </w:r>
      <w:r w:rsidRPr="003D2D19">
        <w:rPr>
          <w:sz w:val="28"/>
          <w:szCs w:val="28"/>
        </w:rPr>
        <w:br/>
      </w:r>
      <w:r w:rsidRPr="009A3A4D">
        <w:rPr>
          <w:sz w:val="28"/>
          <w:szCs w:val="28"/>
        </w:rPr>
        <w:t xml:space="preserve">№ </w:t>
      </w:r>
      <w:r>
        <w:rPr>
          <w:sz w:val="28"/>
          <w:szCs w:val="28"/>
        </w:rPr>
        <w:t>294».</w:t>
      </w:r>
    </w:p>
    <w:p w:rsidR="000F75E8" w:rsidRDefault="000F75E8" w:rsidP="003D2D1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5E8" w:rsidRPr="00C66F64" w:rsidRDefault="000F75E8" w:rsidP="003D2D1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F75E8" w:rsidRPr="00C66F64" w:rsidRDefault="000F75E8" w:rsidP="003D2D19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0F75E8" w:rsidRPr="000E13BF" w:rsidRDefault="000F75E8" w:rsidP="006567C3">
      <w:pPr>
        <w:widowControl w:val="0"/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  <w:r w:rsidRPr="000E13BF">
        <w:rPr>
          <w:b/>
          <w:sz w:val="28"/>
          <w:szCs w:val="28"/>
        </w:rPr>
        <w:t>Губернатор Ульяновской области                                                        С.И.Морозов</w:t>
      </w:r>
    </w:p>
    <w:p w:rsidR="000F75E8" w:rsidRDefault="000F75E8" w:rsidP="00F550F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5E8" w:rsidRPr="00822699" w:rsidRDefault="000F75E8" w:rsidP="00F550F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75E8" w:rsidRDefault="000F75E8" w:rsidP="00F550FE">
      <w:pPr>
        <w:jc w:val="center"/>
        <w:rPr>
          <w:sz w:val="28"/>
          <w:szCs w:val="28"/>
        </w:rPr>
      </w:pPr>
    </w:p>
    <w:p w:rsidR="000F75E8" w:rsidRPr="007B6C00" w:rsidRDefault="000F75E8" w:rsidP="00F550FE">
      <w:pPr>
        <w:spacing w:line="192" w:lineRule="auto"/>
        <w:jc w:val="center"/>
        <w:rPr>
          <w:sz w:val="28"/>
          <w:szCs w:val="28"/>
        </w:rPr>
      </w:pPr>
      <w:r w:rsidRPr="007B6C00">
        <w:rPr>
          <w:sz w:val="28"/>
          <w:szCs w:val="28"/>
        </w:rPr>
        <w:t>г. Ульяновск</w:t>
      </w:r>
    </w:p>
    <w:p w:rsidR="000F75E8" w:rsidRPr="007B6C00" w:rsidRDefault="000F75E8" w:rsidP="00F550FE">
      <w:pPr>
        <w:jc w:val="center"/>
        <w:rPr>
          <w:sz w:val="28"/>
          <w:szCs w:val="28"/>
        </w:rPr>
      </w:pPr>
      <w:r>
        <w:rPr>
          <w:sz w:val="28"/>
          <w:szCs w:val="28"/>
        </w:rPr>
        <w:t>08</w:t>
      </w:r>
      <w:r w:rsidRPr="007B6C00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7B6C00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7B6C00">
          <w:rPr>
            <w:sz w:val="28"/>
            <w:szCs w:val="28"/>
          </w:rPr>
          <w:t>201</w:t>
        </w:r>
        <w:r>
          <w:rPr>
            <w:sz w:val="28"/>
            <w:szCs w:val="28"/>
          </w:rPr>
          <w:t>5</w:t>
        </w:r>
        <w:bookmarkStart w:id="0" w:name="_GoBack"/>
        <w:bookmarkEnd w:id="0"/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</w:t>
      </w:r>
    </w:p>
    <w:p w:rsidR="000F75E8" w:rsidRDefault="000F75E8" w:rsidP="00F550FE">
      <w:pPr>
        <w:jc w:val="center"/>
        <w:rPr>
          <w:sz w:val="28"/>
          <w:szCs w:val="28"/>
        </w:rPr>
      </w:pPr>
      <w:r w:rsidRPr="007B6C00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 40</w:t>
      </w:r>
      <w:r w:rsidRPr="007B6C00">
        <w:rPr>
          <w:sz w:val="28"/>
          <w:szCs w:val="28"/>
        </w:rPr>
        <w:t>-ЗО</w:t>
      </w:r>
    </w:p>
    <w:p w:rsidR="000F75E8" w:rsidRPr="00F550FE" w:rsidRDefault="000F75E8" w:rsidP="006567C3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sectPr w:rsidR="000F75E8" w:rsidRPr="00F550FE" w:rsidSect="002F51D4">
      <w:headerReference w:type="even" r:id="rId6"/>
      <w:headerReference w:type="default" r:id="rId7"/>
      <w:pgSz w:w="11906" w:h="16838" w:code="9"/>
      <w:pgMar w:top="1134" w:right="680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5E8" w:rsidRDefault="000F75E8">
      <w:r>
        <w:separator/>
      </w:r>
    </w:p>
  </w:endnote>
  <w:endnote w:type="continuationSeparator" w:id="0">
    <w:p w:rsidR="000F75E8" w:rsidRDefault="000F75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5E8" w:rsidRDefault="000F75E8">
      <w:r>
        <w:separator/>
      </w:r>
    </w:p>
  </w:footnote>
  <w:footnote w:type="continuationSeparator" w:id="0">
    <w:p w:rsidR="000F75E8" w:rsidRDefault="000F75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5E8" w:rsidRDefault="000F75E8" w:rsidP="00D0350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F75E8" w:rsidRDefault="000F75E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5E8" w:rsidRPr="002F51D4" w:rsidRDefault="000F75E8" w:rsidP="002F51D4">
    <w:pPr>
      <w:pStyle w:val="Header"/>
      <w:jc w:val="center"/>
      <w:rPr>
        <w:rStyle w:val="PageNumber"/>
        <w:sz w:val="28"/>
        <w:szCs w:val="28"/>
      </w:rPr>
    </w:pPr>
    <w:r w:rsidRPr="002F51D4">
      <w:rPr>
        <w:rStyle w:val="PageNumber"/>
        <w:sz w:val="28"/>
        <w:szCs w:val="28"/>
      </w:rPr>
      <w:fldChar w:fldCharType="begin"/>
    </w:r>
    <w:r w:rsidRPr="002F51D4">
      <w:rPr>
        <w:rStyle w:val="PageNumber"/>
        <w:sz w:val="28"/>
        <w:szCs w:val="28"/>
      </w:rPr>
      <w:instrText xml:space="preserve">PAGE  </w:instrText>
    </w:r>
    <w:r w:rsidRPr="002F51D4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3</w:t>
    </w:r>
    <w:r w:rsidRPr="002F51D4">
      <w:rPr>
        <w:rStyle w:val="PageNumber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1050"/>
    <w:rsid w:val="00004040"/>
    <w:rsid w:val="000078B1"/>
    <w:rsid w:val="0002025C"/>
    <w:rsid w:val="00023A94"/>
    <w:rsid w:val="000312C9"/>
    <w:rsid w:val="00034CC7"/>
    <w:rsid w:val="00035C6A"/>
    <w:rsid w:val="00036725"/>
    <w:rsid w:val="0003779C"/>
    <w:rsid w:val="0004012D"/>
    <w:rsid w:val="00042616"/>
    <w:rsid w:val="000431FB"/>
    <w:rsid w:val="00055CAB"/>
    <w:rsid w:val="00065D4C"/>
    <w:rsid w:val="00067759"/>
    <w:rsid w:val="000769C7"/>
    <w:rsid w:val="000830FE"/>
    <w:rsid w:val="000837EC"/>
    <w:rsid w:val="00090095"/>
    <w:rsid w:val="00094B17"/>
    <w:rsid w:val="00097A30"/>
    <w:rsid w:val="000A1740"/>
    <w:rsid w:val="000A2833"/>
    <w:rsid w:val="000A6F06"/>
    <w:rsid w:val="000A7FB1"/>
    <w:rsid w:val="000B05ED"/>
    <w:rsid w:val="000B4BD4"/>
    <w:rsid w:val="000C6B88"/>
    <w:rsid w:val="000E13BF"/>
    <w:rsid w:val="000E323A"/>
    <w:rsid w:val="000E4D9C"/>
    <w:rsid w:val="000E6BC4"/>
    <w:rsid w:val="000F0E9F"/>
    <w:rsid w:val="000F4A49"/>
    <w:rsid w:val="000F7599"/>
    <w:rsid w:val="000F75E8"/>
    <w:rsid w:val="000F7895"/>
    <w:rsid w:val="00107717"/>
    <w:rsid w:val="0012739F"/>
    <w:rsid w:val="0013058C"/>
    <w:rsid w:val="001326D6"/>
    <w:rsid w:val="00132D35"/>
    <w:rsid w:val="001339DF"/>
    <w:rsid w:val="001420B6"/>
    <w:rsid w:val="001441D4"/>
    <w:rsid w:val="00145BAA"/>
    <w:rsid w:val="0015475C"/>
    <w:rsid w:val="00162E50"/>
    <w:rsid w:val="001738AC"/>
    <w:rsid w:val="00180F0A"/>
    <w:rsid w:val="00186ED3"/>
    <w:rsid w:val="00191559"/>
    <w:rsid w:val="00196ABA"/>
    <w:rsid w:val="001A0F2E"/>
    <w:rsid w:val="001A33A1"/>
    <w:rsid w:val="001A7189"/>
    <w:rsid w:val="001B2DFE"/>
    <w:rsid w:val="001B353E"/>
    <w:rsid w:val="001C5938"/>
    <w:rsid w:val="001D490D"/>
    <w:rsid w:val="001D735F"/>
    <w:rsid w:val="001D78D4"/>
    <w:rsid w:val="001E3763"/>
    <w:rsid w:val="001E3A40"/>
    <w:rsid w:val="001E620D"/>
    <w:rsid w:val="001F0CC8"/>
    <w:rsid w:val="0021070E"/>
    <w:rsid w:val="0022173B"/>
    <w:rsid w:val="002220F5"/>
    <w:rsid w:val="00223BB2"/>
    <w:rsid w:val="0022749E"/>
    <w:rsid w:val="00235525"/>
    <w:rsid w:val="002517CD"/>
    <w:rsid w:val="002517F1"/>
    <w:rsid w:val="00254D7A"/>
    <w:rsid w:val="002569C4"/>
    <w:rsid w:val="00262986"/>
    <w:rsid w:val="00264099"/>
    <w:rsid w:val="0026477A"/>
    <w:rsid w:val="00274E51"/>
    <w:rsid w:val="00277AA0"/>
    <w:rsid w:val="0028015A"/>
    <w:rsid w:val="0028122D"/>
    <w:rsid w:val="0028622F"/>
    <w:rsid w:val="002A0EE6"/>
    <w:rsid w:val="002A5942"/>
    <w:rsid w:val="002B49B0"/>
    <w:rsid w:val="002B6284"/>
    <w:rsid w:val="002C2E93"/>
    <w:rsid w:val="002C3FB1"/>
    <w:rsid w:val="002D236D"/>
    <w:rsid w:val="002D30BD"/>
    <w:rsid w:val="002E592D"/>
    <w:rsid w:val="002F51D4"/>
    <w:rsid w:val="002F741B"/>
    <w:rsid w:val="002F7C90"/>
    <w:rsid w:val="003037A0"/>
    <w:rsid w:val="00312E24"/>
    <w:rsid w:val="003178A8"/>
    <w:rsid w:val="003313A2"/>
    <w:rsid w:val="003319DA"/>
    <w:rsid w:val="00333435"/>
    <w:rsid w:val="003366BF"/>
    <w:rsid w:val="00352155"/>
    <w:rsid w:val="0035738B"/>
    <w:rsid w:val="00357B99"/>
    <w:rsid w:val="00361E90"/>
    <w:rsid w:val="00364195"/>
    <w:rsid w:val="00371B26"/>
    <w:rsid w:val="003837CD"/>
    <w:rsid w:val="003873B8"/>
    <w:rsid w:val="00390F40"/>
    <w:rsid w:val="00391DE5"/>
    <w:rsid w:val="00395904"/>
    <w:rsid w:val="0039598F"/>
    <w:rsid w:val="003964F5"/>
    <w:rsid w:val="003A3B1C"/>
    <w:rsid w:val="003B6CF9"/>
    <w:rsid w:val="003C5350"/>
    <w:rsid w:val="003D22F9"/>
    <w:rsid w:val="003D2AC4"/>
    <w:rsid w:val="003D2D19"/>
    <w:rsid w:val="003D7565"/>
    <w:rsid w:val="003E02E6"/>
    <w:rsid w:val="003E4189"/>
    <w:rsid w:val="003E6CF3"/>
    <w:rsid w:val="003E7872"/>
    <w:rsid w:val="003F0071"/>
    <w:rsid w:val="003F192D"/>
    <w:rsid w:val="003F6042"/>
    <w:rsid w:val="003F7DA1"/>
    <w:rsid w:val="004000C5"/>
    <w:rsid w:val="00400D9A"/>
    <w:rsid w:val="00404E6D"/>
    <w:rsid w:val="00406B0D"/>
    <w:rsid w:val="004133DA"/>
    <w:rsid w:val="004235AE"/>
    <w:rsid w:val="00424FD4"/>
    <w:rsid w:val="00426524"/>
    <w:rsid w:val="00430923"/>
    <w:rsid w:val="00440194"/>
    <w:rsid w:val="00447A02"/>
    <w:rsid w:val="00452A9E"/>
    <w:rsid w:val="0046375F"/>
    <w:rsid w:val="004708E8"/>
    <w:rsid w:val="004712C3"/>
    <w:rsid w:val="0047441B"/>
    <w:rsid w:val="0047557F"/>
    <w:rsid w:val="004806E8"/>
    <w:rsid w:val="004823D3"/>
    <w:rsid w:val="004861BE"/>
    <w:rsid w:val="00491B5E"/>
    <w:rsid w:val="00496E90"/>
    <w:rsid w:val="004A18EB"/>
    <w:rsid w:val="004A21D6"/>
    <w:rsid w:val="004B07D1"/>
    <w:rsid w:val="004B3654"/>
    <w:rsid w:val="004B405B"/>
    <w:rsid w:val="004C2B28"/>
    <w:rsid w:val="004C3B18"/>
    <w:rsid w:val="004C3C96"/>
    <w:rsid w:val="004C613B"/>
    <w:rsid w:val="004C7F97"/>
    <w:rsid w:val="004E1185"/>
    <w:rsid w:val="004E1F16"/>
    <w:rsid w:val="004E4495"/>
    <w:rsid w:val="004E4622"/>
    <w:rsid w:val="004E75F9"/>
    <w:rsid w:val="004F06E7"/>
    <w:rsid w:val="00501765"/>
    <w:rsid w:val="005030FA"/>
    <w:rsid w:val="00504AA0"/>
    <w:rsid w:val="00511FAE"/>
    <w:rsid w:val="00512E99"/>
    <w:rsid w:val="00513CC3"/>
    <w:rsid w:val="00517B44"/>
    <w:rsid w:val="005273BC"/>
    <w:rsid w:val="005322F6"/>
    <w:rsid w:val="00540143"/>
    <w:rsid w:val="00544060"/>
    <w:rsid w:val="00552F6A"/>
    <w:rsid w:val="00553F47"/>
    <w:rsid w:val="00554675"/>
    <w:rsid w:val="00563E73"/>
    <w:rsid w:val="00570B51"/>
    <w:rsid w:val="00573C07"/>
    <w:rsid w:val="00573FA1"/>
    <w:rsid w:val="00576FC2"/>
    <w:rsid w:val="00583D1C"/>
    <w:rsid w:val="005910AF"/>
    <w:rsid w:val="00594010"/>
    <w:rsid w:val="00595466"/>
    <w:rsid w:val="00595F52"/>
    <w:rsid w:val="005A2BD3"/>
    <w:rsid w:val="005A4D5F"/>
    <w:rsid w:val="005A5DE0"/>
    <w:rsid w:val="005B240E"/>
    <w:rsid w:val="005B43F7"/>
    <w:rsid w:val="005B469B"/>
    <w:rsid w:val="005B53F1"/>
    <w:rsid w:val="005B630C"/>
    <w:rsid w:val="005B635B"/>
    <w:rsid w:val="005B7DF4"/>
    <w:rsid w:val="005D3EA8"/>
    <w:rsid w:val="005D784C"/>
    <w:rsid w:val="005E02C3"/>
    <w:rsid w:val="005E6AA5"/>
    <w:rsid w:val="005E7F6A"/>
    <w:rsid w:val="005F1580"/>
    <w:rsid w:val="005F2B80"/>
    <w:rsid w:val="005F770B"/>
    <w:rsid w:val="006018BD"/>
    <w:rsid w:val="0060233D"/>
    <w:rsid w:val="00602AB4"/>
    <w:rsid w:val="00602BA3"/>
    <w:rsid w:val="00607D96"/>
    <w:rsid w:val="0061222A"/>
    <w:rsid w:val="00612D70"/>
    <w:rsid w:val="006148DB"/>
    <w:rsid w:val="006154BA"/>
    <w:rsid w:val="0062506D"/>
    <w:rsid w:val="0063075A"/>
    <w:rsid w:val="0063532C"/>
    <w:rsid w:val="00651BEE"/>
    <w:rsid w:val="00652FCD"/>
    <w:rsid w:val="006567C3"/>
    <w:rsid w:val="0065796F"/>
    <w:rsid w:val="00660787"/>
    <w:rsid w:val="00661396"/>
    <w:rsid w:val="00662400"/>
    <w:rsid w:val="00680BAA"/>
    <w:rsid w:val="00681A1F"/>
    <w:rsid w:val="00690C93"/>
    <w:rsid w:val="006916E3"/>
    <w:rsid w:val="00692AF8"/>
    <w:rsid w:val="00694097"/>
    <w:rsid w:val="0069662F"/>
    <w:rsid w:val="006A583A"/>
    <w:rsid w:val="006B520A"/>
    <w:rsid w:val="006C007C"/>
    <w:rsid w:val="006C2A41"/>
    <w:rsid w:val="006C6839"/>
    <w:rsid w:val="006D0C6B"/>
    <w:rsid w:val="006D2A59"/>
    <w:rsid w:val="006D63D5"/>
    <w:rsid w:val="006E37A1"/>
    <w:rsid w:val="006E7881"/>
    <w:rsid w:val="006F002C"/>
    <w:rsid w:val="006F17BA"/>
    <w:rsid w:val="006F204F"/>
    <w:rsid w:val="006F2E75"/>
    <w:rsid w:val="006F3CA7"/>
    <w:rsid w:val="007103BE"/>
    <w:rsid w:val="00713CF6"/>
    <w:rsid w:val="0071536B"/>
    <w:rsid w:val="00727C36"/>
    <w:rsid w:val="00734257"/>
    <w:rsid w:val="007350C4"/>
    <w:rsid w:val="00735D5D"/>
    <w:rsid w:val="007415E4"/>
    <w:rsid w:val="00761964"/>
    <w:rsid w:val="00761B6A"/>
    <w:rsid w:val="0077616A"/>
    <w:rsid w:val="007763AD"/>
    <w:rsid w:val="007766F3"/>
    <w:rsid w:val="00777BE5"/>
    <w:rsid w:val="00781F53"/>
    <w:rsid w:val="007910D5"/>
    <w:rsid w:val="00792CD8"/>
    <w:rsid w:val="007963A6"/>
    <w:rsid w:val="0079732D"/>
    <w:rsid w:val="00797878"/>
    <w:rsid w:val="007A000F"/>
    <w:rsid w:val="007B6C00"/>
    <w:rsid w:val="007B7BA5"/>
    <w:rsid w:val="007C0F24"/>
    <w:rsid w:val="007C1EE6"/>
    <w:rsid w:val="007C2A32"/>
    <w:rsid w:val="007C2D9D"/>
    <w:rsid w:val="007D7E4C"/>
    <w:rsid w:val="007E1664"/>
    <w:rsid w:val="007F2443"/>
    <w:rsid w:val="00800C5D"/>
    <w:rsid w:val="0080526D"/>
    <w:rsid w:val="00821A42"/>
    <w:rsid w:val="00822699"/>
    <w:rsid w:val="008240B7"/>
    <w:rsid w:val="00830E80"/>
    <w:rsid w:val="0083253D"/>
    <w:rsid w:val="00840BFB"/>
    <w:rsid w:val="00845911"/>
    <w:rsid w:val="008533A8"/>
    <w:rsid w:val="00854B03"/>
    <w:rsid w:val="00860021"/>
    <w:rsid w:val="00864E43"/>
    <w:rsid w:val="00866622"/>
    <w:rsid w:val="00873400"/>
    <w:rsid w:val="00873BEC"/>
    <w:rsid w:val="008760F8"/>
    <w:rsid w:val="00876460"/>
    <w:rsid w:val="00885F83"/>
    <w:rsid w:val="00887B9A"/>
    <w:rsid w:val="00890FC2"/>
    <w:rsid w:val="008A5072"/>
    <w:rsid w:val="008C3456"/>
    <w:rsid w:val="008D0BBC"/>
    <w:rsid w:val="008D17C8"/>
    <w:rsid w:val="008E1F4E"/>
    <w:rsid w:val="008E23E0"/>
    <w:rsid w:val="008E750B"/>
    <w:rsid w:val="008F1507"/>
    <w:rsid w:val="008F1AE1"/>
    <w:rsid w:val="008F416C"/>
    <w:rsid w:val="008F51D1"/>
    <w:rsid w:val="00903649"/>
    <w:rsid w:val="00905038"/>
    <w:rsid w:val="009105AB"/>
    <w:rsid w:val="009223F8"/>
    <w:rsid w:val="00922F46"/>
    <w:rsid w:val="009239A7"/>
    <w:rsid w:val="00923B19"/>
    <w:rsid w:val="009266BE"/>
    <w:rsid w:val="0093481F"/>
    <w:rsid w:val="009373D1"/>
    <w:rsid w:val="00940A66"/>
    <w:rsid w:val="00941521"/>
    <w:rsid w:val="00941545"/>
    <w:rsid w:val="009453F0"/>
    <w:rsid w:val="00952671"/>
    <w:rsid w:val="0095370A"/>
    <w:rsid w:val="0095681C"/>
    <w:rsid w:val="009608E9"/>
    <w:rsid w:val="00961E38"/>
    <w:rsid w:val="009674DF"/>
    <w:rsid w:val="00974DAF"/>
    <w:rsid w:val="00982DED"/>
    <w:rsid w:val="009835AE"/>
    <w:rsid w:val="00990450"/>
    <w:rsid w:val="00995C3C"/>
    <w:rsid w:val="009A278A"/>
    <w:rsid w:val="009A3A4D"/>
    <w:rsid w:val="009B1ECC"/>
    <w:rsid w:val="009B22A0"/>
    <w:rsid w:val="009B5EDE"/>
    <w:rsid w:val="009B7351"/>
    <w:rsid w:val="009C0863"/>
    <w:rsid w:val="009C1657"/>
    <w:rsid w:val="009C32CC"/>
    <w:rsid w:val="009C4043"/>
    <w:rsid w:val="009C4D20"/>
    <w:rsid w:val="009C6D83"/>
    <w:rsid w:val="009D4DEC"/>
    <w:rsid w:val="009D5932"/>
    <w:rsid w:val="009E597D"/>
    <w:rsid w:val="009E7E66"/>
    <w:rsid w:val="009F2AB0"/>
    <w:rsid w:val="009F5694"/>
    <w:rsid w:val="009F5DD8"/>
    <w:rsid w:val="00A00148"/>
    <w:rsid w:val="00A02DDA"/>
    <w:rsid w:val="00A03336"/>
    <w:rsid w:val="00A138DA"/>
    <w:rsid w:val="00A17C82"/>
    <w:rsid w:val="00A27623"/>
    <w:rsid w:val="00A3409F"/>
    <w:rsid w:val="00A340DB"/>
    <w:rsid w:val="00A35BA8"/>
    <w:rsid w:val="00A41079"/>
    <w:rsid w:val="00A55176"/>
    <w:rsid w:val="00A66233"/>
    <w:rsid w:val="00A66C1E"/>
    <w:rsid w:val="00A6723C"/>
    <w:rsid w:val="00A72DBE"/>
    <w:rsid w:val="00A766FD"/>
    <w:rsid w:val="00A86490"/>
    <w:rsid w:val="00A92F58"/>
    <w:rsid w:val="00A9409A"/>
    <w:rsid w:val="00AA4F55"/>
    <w:rsid w:val="00AB1605"/>
    <w:rsid w:val="00AB198F"/>
    <w:rsid w:val="00AB1EF9"/>
    <w:rsid w:val="00AC439F"/>
    <w:rsid w:val="00AC4635"/>
    <w:rsid w:val="00AC47EC"/>
    <w:rsid w:val="00AD7A1A"/>
    <w:rsid w:val="00AE3856"/>
    <w:rsid w:val="00AE4470"/>
    <w:rsid w:val="00AE55C8"/>
    <w:rsid w:val="00AE602D"/>
    <w:rsid w:val="00AE6580"/>
    <w:rsid w:val="00AF0A73"/>
    <w:rsid w:val="00AF1E8E"/>
    <w:rsid w:val="00B00B1F"/>
    <w:rsid w:val="00B016B1"/>
    <w:rsid w:val="00B0715C"/>
    <w:rsid w:val="00B079B7"/>
    <w:rsid w:val="00B12C7F"/>
    <w:rsid w:val="00B1389B"/>
    <w:rsid w:val="00B1406D"/>
    <w:rsid w:val="00B17F43"/>
    <w:rsid w:val="00B23B35"/>
    <w:rsid w:val="00B3770E"/>
    <w:rsid w:val="00B44EBB"/>
    <w:rsid w:val="00B452C3"/>
    <w:rsid w:val="00B4628F"/>
    <w:rsid w:val="00B50391"/>
    <w:rsid w:val="00B50F2F"/>
    <w:rsid w:val="00B72FF2"/>
    <w:rsid w:val="00B74035"/>
    <w:rsid w:val="00B83624"/>
    <w:rsid w:val="00B8598E"/>
    <w:rsid w:val="00B87215"/>
    <w:rsid w:val="00B8791D"/>
    <w:rsid w:val="00B93A01"/>
    <w:rsid w:val="00BC0443"/>
    <w:rsid w:val="00BC58BE"/>
    <w:rsid w:val="00BC79D2"/>
    <w:rsid w:val="00BD63C9"/>
    <w:rsid w:val="00BD6D67"/>
    <w:rsid w:val="00BE1A47"/>
    <w:rsid w:val="00BF101E"/>
    <w:rsid w:val="00BF1CC1"/>
    <w:rsid w:val="00BF3864"/>
    <w:rsid w:val="00C02320"/>
    <w:rsid w:val="00C122BF"/>
    <w:rsid w:val="00C166DD"/>
    <w:rsid w:val="00C21947"/>
    <w:rsid w:val="00C23920"/>
    <w:rsid w:val="00C25AD3"/>
    <w:rsid w:val="00C32535"/>
    <w:rsid w:val="00C369D4"/>
    <w:rsid w:val="00C41D8B"/>
    <w:rsid w:val="00C47EF0"/>
    <w:rsid w:val="00C47FB2"/>
    <w:rsid w:val="00C50769"/>
    <w:rsid w:val="00C54A43"/>
    <w:rsid w:val="00C57176"/>
    <w:rsid w:val="00C57BFA"/>
    <w:rsid w:val="00C637B5"/>
    <w:rsid w:val="00C666CB"/>
    <w:rsid w:val="00C66F64"/>
    <w:rsid w:val="00C717B8"/>
    <w:rsid w:val="00C83A08"/>
    <w:rsid w:val="00C847FF"/>
    <w:rsid w:val="00C85665"/>
    <w:rsid w:val="00C85C0D"/>
    <w:rsid w:val="00C85F99"/>
    <w:rsid w:val="00C90669"/>
    <w:rsid w:val="00C92C20"/>
    <w:rsid w:val="00C9540B"/>
    <w:rsid w:val="00C966C4"/>
    <w:rsid w:val="00CB525A"/>
    <w:rsid w:val="00CB69D4"/>
    <w:rsid w:val="00CC2828"/>
    <w:rsid w:val="00CC71C1"/>
    <w:rsid w:val="00CE5D09"/>
    <w:rsid w:val="00CF7187"/>
    <w:rsid w:val="00D01986"/>
    <w:rsid w:val="00D0350A"/>
    <w:rsid w:val="00D064FA"/>
    <w:rsid w:val="00D07B24"/>
    <w:rsid w:val="00D1073A"/>
    <w:rsid w:val="00D12762"/>
    <w:rsid w:val="00D149D3"/>
    <w:rsid w:val="00D16D65"/>
    <w:rsid w:val="00D23FD5"/>
    <w:rsid w:val="00D27355"/>
    <w:rsid w:val="00D400BE"/>
    <w:rsid w:val="00D52182"/>
    <w:rsid w:val="00D57E6A"/>
    <w:rsid w:val="00D603ED"/>
    <w:rsid w:val="00D63B74"/>
    <w:rsid w:val="00D65B34"/>
    <w:rsid w:val="00D73B4C"/>
    <w:rsid w:val="00D76DB5"/>
    <w:rsid w:val="00D80BCA"/>
    <w:rsid w:val="00D82565"/>
    <w:rsid w:val="00D82B61"/>
    <w:rsid w:val="00D83518"/>
    <w:rsid w:val="00D846F0"/>
    <w:rsid w:val="00D92DDE"/>
    <w:rsid w:val="00DA0786"/>
    <w:rsid w:val="00DA1E7E"/>
    <w:rsid w:val="00DA65D0"/>
    <w:rsid w:val="00DA7992"/>
    <w:rsid w:val="00DB665E"/>
    <w:rsid w:val="00DC51FC"/>
    <w:rsid w:val="00DC6888"/>
    <w:rsid w:val="00DD5E7E"/>
    <w:rsid w:val="00DF135B"/>
    <w:rsid w:val="00E00A93"/>
    <w:rsid w:val="00E0309F"/>
    <w:rsid w:val="00E05596"/>
    <w:rsid w:val="00E22C46"/>
    <w:rsid w:val="00E23149"/>
    <w:rsid w:val="00E24378"/>
    <w:rsid w:val="00E3287E"/>
    <w:rsid w:val="00E33C7A"/>
    <w:rsid w:val="00E35C72"/>
    <w:rsid w:val="00E36D10"/>
    <w:rsid w:val="00E508DA"/>
    <w:rsid w:val="00E515BB"/>
    <w:rsid w:val="00E516F5"/>
    <w:rsid w:val="00E57918"/>
    <w:rsid w:val="00E60F95"/>
    <w:rsid w:val="00E626BE"/>
    <w:rsid w:val="00E66A73"/>
    <w:rsid w:val="00E771FB"/>
    <w:rsid w:val="00E86AF2"/>
    <w:rsid w:val="00E911D2"/>
    <w:rsid w:val="00E9425F"/>
    <w:rsid w:val="00EA197B"/>
    <w:rsid w:val="00EA2A70"/>
    <w:rsid w:val="00EA2B16"/>
    <w:rsid w:val="00EA2B91"/>
    <w:rsid w:val="00EA5243"/>
    <w:rsid w:val="00EA6553"/>
    <w:rsid w:val="00EA6B0A"/>
    <w:rsid w:val="00EB0806"/>
    <w:rsid w:val="00EB1C55"/>
    <w:rsid w:val="00EB3A29"/>
    <w:rsid w:val="00EB4104"/>
    <w:rsid w:val="00ED0C62"/>
    <w:rsid w:val="00ED384C"/>
    <w:rsid w:val="00ED49B9"/>
    <w:rsid w:val="00ED6453"/>
    <w:rsid w:val="00ED7141"/>
    <w:rsid w:val="00EF1F06"/>
    <w:rsid w:val="00F02507"/>
    <w:rsid w:val="00F03DB6"/>
    <w:rsid w:val="00F14168"/>
    <w:rsid w:val="00F16AF7"/>
    <w:rsid w:val="00F201BA"/>
    <w:rsid w:val="00F24AC5"/>
    <w:rsid w:val="00F2619F"/>
    <w:rsid w:val="00F30645"/>
    <w:rsid w:val="00F31050"/>
    <w:rsid w:val="00F327C2"/>
    <w:rsid w:val="00F403FE"/>
    <w:rsid w:val="00F43511"/>
    <w:rsid w:val="00F5034F"/>
    <w:rsid w:val="00F54561"/>
    <w:rsid w:val="00F54CC9"/>
    <w:rsid w:val="00F550FE"/>
    <w:rsid w:val="00F57B04"/>
    <w:rsid w:val="00F6083D"/>
    <w:rsid w:val="00F67986"/>
    <w:rsid w:val="00F679FB"/>
    <w:rsid w:val="00F71FE2"/>
    <w:rsid w:val="00F86C68"/>
    <w:rsid w:val="00FA5BCF"/>
    <w:rsid w:val="00FB1B09"/>
    <w:rsid w:val="00FB3369"/>
    <w:rsid w:val="00FC37ED"/>
    <w:rsid w:val="00FC48F5"/>
    <w:rsid w:val="00FC7F82"/>
    <w:rsid w:val="00FD031B"/>
    <w:rsid w:val="00FD1F8A"/>
    <w:rsid w:val="00FD3E2D"/>
    <w:rsid w:val="00FD5420"/>
    <w:rsid w:val="00FE2CD7"/>
    <w:rsid w:val="00FE3BE2"/>
    <w:rsid w:val="00FE4995"/>
    <w:rsid w:val="00FF2D09"/>
    <w:rsid w:val="00FF5215"/>
    <w:rsid w:val="00FF5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D7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86ED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186ED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F51D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F51D4"/>
    <w:rPr>
      <w:rFonts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940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940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3</Pages>
  <Words>517</Words>
  <Characters>2947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hiraeva</dc:creator>
  <cp:keywords/>
  <dc:description/>
  <cp:lastModifiedBy>user</cp:lastModifiedBy>
  <cp:revision>6</cp:revision>
  <cp:lastPrinted>2014-12-25T08:35:00Z</cp:lastPrinted>
  <dcterms:created xsi:type="dcterms:W3CDTF">2014-12-11T07:47:00Z</dcterms:created>
  <dcterms:modified xsi:type="dcterms:W3CDTF">2015-05-14T10:29:00Z</dcterms:modified>
</cp:coreProperties>
</file>